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B5" w:rsidRPr="00F43B5F" w:rsidRDefault="00BC2C41" w:rsidP="00F43B5F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7132320</wp:posOffset>
                </wp:positionV>
                <wp:extent cx="1463040" cy="1920240"/>
                <wp:effectExtent l="0" t="0" r="0" b="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82"/>
                              <w:placeholder>
                                <w:docPart w:val="3D9ED24B5C154DE28AA4095BB3EC6D23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8B1245" w:rsidRDefault="008B1245" w:rsidP="008B124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  <w:p w:rsidR="00706FB5" w:rsidRPr="008B1245" w:rsidRDefault="00706FB5" w:rsidP="008B1245"/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3.6pt;margin-top:561.6pt;width:115.2pt;height:15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82"/>
                        <w:placeholder>
                          <w:docPart w:val="3D9ED24B5C154DE28AA4095BB3EC6D23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8B1245" w:rsidRDefault="008B1245" w:rsidP="008B1245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  <w:p w:rsidR="00706FB5" w:rsidRPr="008B1245" w:rsidRDefault="00706FB5" w:rsidP="008B124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7132320</wp:posOffset>
                </wp:positionV>
                <wp:extent cx="1463040" cy="1920240"/>
                <wp:effectExtent l="0" t="0" r="3810" b="0"/>
                <wp:wrapSquare wrapText="bothSides"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83"/>
                              <w:placeholder>
                                <w:docPart w:val="63A8E40DC29A430C8CFB57920076D93D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8B1245" w:rsidRDefault="008B1245" w:rsidP="008B124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  <w:p w:rsidR="00706FB5" w:rsidRPr="008B1245" w:rsidRDefault="00706FB5" w:rsidP="008B1245"/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in;margin-top:561.6pt;width:115.2pt;height:15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83"/>
                        <w:placeholder>
                          <w:docPart w:val="63A8E40DC29A430C8CFB57920076D93D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8B1245" w:rsidRDefault="008B1245" w:rsidP="008B1245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  <w:p w:rsidR="00706FB5" w:rsidRPr="008B1245" w:rsidRDefault="00706FB5" w:rsidP="008B124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7132320</wp:posOffset>
                </wp:positionV>
                <wp:extent cx="1463040" cy="1920240"/>
                <wp:effectExtent l="0" t="0" r="0" b="0"/>
                <wp:wrapSquare wrapText="bothSides"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81"/>
                              <w:placeholder>
                                <w:docPart w:val="D0B6205235A0459F8C130689CE17C6D7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8B1245" w:rsidRDefault="008B1245" w:rsidP="008B124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  <w:p w:rsidR="00706FB5" w:rsidRPr="008B1245" w:rsidRDefault="00706FB5" w:rsidP="008B1245"/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403.2pt;margin-top:561.6pt;width:115.2pt;height:15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81"/>
                        <w:placeholder>
                          <w:docPart w:val="D0B6205235A0459F8C130689CE17C6D7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8B1245" w:rsidRDefault="008B1245" w:rsidP="008B1245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  <w:p w:rsidR="00706FB5" w:rsidRPr="008B1245" w:rsidRDefault="00706FB5" w:rsidP="008B124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5029200</wp:posOffset>
                </wp:positionV>
                <wp:extent cx="1463040" cy="1920240"/>
                <wp:effectExtent l="0" t="0" r="0" b="3810"/>
                <wp:wrapSquare wrapText="bothSides"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78"/>
                              <w:placeholder>
                                <w:docPart w:val="169680B1DBD34E58805267F7DAB86EED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8B1245" w:rsidRDefault="008B1245" w:rsidP="008B124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  <w:p w:rsidR="00706FB5" w:rsidRPr="008B1245" w:rsidRDefault="00706FB5" w:rsidP="008B1245"/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403.2pt;margin-top:396pt;width:115.2pt;height:151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78"/>
                        <w:placeholder>
                          <w:docPart w:val="169680B1DBD34E58805267F7DAB86EED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8B1245" w:rsidRDefault="008B1245" w:rsidP="008B1245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  <w:p w:rsidR="00706FB5" w:rsidRPr="008B1245" w:rsidRDefault="00706FB5" w:rsidP="008B124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5029200</wp:posOffset>
                </wp:positionV>
                <wp:extent cx="1463040" cy="1920240"/>
                <wp:effectExtent l="0" t="0" r="3810" b="3810"/>
                <wp:wrapSquare wrapText="bothSides"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80"/>
                              <w:placeholder>
                                <w:docPart w:val="13A4AEF07E1D4CFD9CB29190DBB44996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8B1245" w:rsidRDefault="008B1245" w:rsidP="008B124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  <w:p w:rsidR="00706FB5" w:rsidRPr="008B1245" w:rsidRDefault="00706FB5" w:rsidP="008B1245"/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2in;margin-top:396pt;width:115.2pt;height:151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80"/>
                        <w:placeholder>
                          <w:docPart w:val="13A4AEF07E1D4CFD9CB29190DBB44996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8B1245" w:rsidRDefault="008B1245" w:rsidP="008B1245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  <w:p w:rsidR="00706FB5" w:rsidRPr="008B1245" w:rsidRDefault="00706FB5" w:rsidP="008B124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5029200</wp:posOffset>
                </wp:positionV>
                <wp:extent cx="1463040" cy="1920240"/>
                <wp:effectExtent l="0" t="0" r="0" b="3810"/>
                <wp:wrapSquare wrapText="bothSides"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79"/>
                              <w:placeholder>
                                <w:docPart w:val="0AD9C95C0A1941F6A8BDE1490756AA5B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8B1245" w:rsidRDefault="008B1245" w:rsidP="008B124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  <w:p w:rsidR="00706FB5" w:rsidRPr="008B1245" w:rsidRDefault="00706FB5" w:rsidP="008B1245"/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273.6pt;margin-top:396pt;width:115.2pt;height:15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79"/>
                        <w:placeholder>
                          <w:docPart w:val="0AD9C95C0A1941F6A8BDE1490756AA5B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8B1245" w:rsidRDefault="008B1245" w:rsidP="008B1245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  <w:p w:rsidR="00706FB5" w:rsidRPr="008B1245" w:rsidRDefault="00706FB5" w:rsidP="008B124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2834640</wp:posOffset>
                </wp:positionV>
                <wp:extent cx="1463040" cy="2011680"/>
                <wp:effectExtent l="0" t="0" r="0" b="1905"/>
                <wp:wrapSquare wrapText="bothSides"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01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77"/>
                              <w:placeholder>
                                <w:docPart w:val="016B4ACCE840418EB87556C0DFAEC6D8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706FB5" w:rsidRDefault="008B1245"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403.2pt;margin-top:223.2pt;width:115.2pt;height:158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77"/>
                        <w:placeholder>
                          <w:docPart w:val="016B4ACCE840418EB87556C0DFAEC6D8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706FB5" w:rsidRDefault="008B1245"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2834640</wp:posOffset>
                </wp:positionV>
                <wp:extent cx="1463040" cy="2011680"/>
                <wp:effectExtent l="0" t="0" r="0" b="1905"/>
                <wp:wrapSquare wrapText="bothSides"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01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76"/>
                              <w:placeholder>
                                <w:docPart w:val="F85427F411504F75AC5648F70A87DD33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706FB5" w:rsidRDefault="008B1245"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273.6pt;margin-top:223.2pt;width:115.2pt;height:15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76"/>
                        <w:placeholder>
                          <w:docPart w:val="F85427F411504F75AC5648F70A87DD33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706FB5" w:rsidRDefault="008B1245"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2834640</wp:posOffset>
                </wp:positionV>
                <wp:extent cx="1463040" cy="2011680"/>
                <wp:effectExtent l="0" t="0" r="3810" b="1905"/>
                <wp:wrapSquare wrapText="bothSides"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01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alias w:val="Comments"/>
                              <w:id w:val="146712875"/>
                              <w:placeholder>
                                <w:docPart w:val="7285F13DD66043C39FB2679EBA817047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<w:text w:multiLine="1"/>
                            </w:sdtPr>
                            <w:sdtEndPr/>
                            <w:sdtContent>
                              <w:p w:rsidR="00706FB5" w:rsidRDefault="00F43B5F">
                                <w:r w:rsidRPr="00BD7F6C">
                                  <w:rPr>
                                    <w:rStyle w:val="PlaceholderText"/>
                                  </w:rPr>
                                  <w:t>[Comments]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left:0;text-align:left;margin-left:2in;margin-top:223.2pt;width:115.2pt;height:15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" o:allowincell="f" filled="f" stroked="f">
                <v:textbox inset=".72pt,.72pt,.72pt,.72pt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alias w:val="Comments"/>
                        <w:id w:val="146712875"/>
                        <w:placeholder>
                          <w:docPart w:val="7285F13DD66043C39FB2679EBA817047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<w:text w:multiLine="1"/>
                      </w:sdtPr>
                      <w:sdtEndPr/>
                      <w:sdtContent>
                        <w:p w:rsidR="00706FB5" w:rsidRDefault="00F43B5F">
                          <w:r w:rsidRPr="00BD7F6C">
                            <w:rPr>
                              <w:rStyle w:val="PlaceholderText"/>
                            </w:rPr>
                            <w:t>[Comments]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7132320</wp:posOffset>
                </wp:positionV>
                <wp:extent cx="1463040" cy="1920240"/>
                <wp:effectExtent l="1905" t="0" r="1905" b="0"/>
                <wp:wrapSquare wrapText="bothSides"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FB5" w:rsidRDefault="008B124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Research</w:t>
                            </w:r>
                          </w:p>
                          <w:p w:rsidR="00706FB5" w:rsidRDefault="008B1245"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Source 3</w:t>
                            </w: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left:0;text-align:left;margin-left:14.4pt;margin-top:561.6pt;width:115.2pt;height:15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" o:allowincell="f" filled="f" stroked="f">
                <v:textbox inset=".72pt,.72pt,.72pt,.72pt">
                  <w:txbxContent>
                    <w:p w:rsidR="00706FB5" w:rsidRDefault="008B124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Research</w:t>
                      </w:r>
                    </w:p>
                    <w:p w:rsidR="00706FB5" w:rsidRDefault="008B1245"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Source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5029200</wp:posOffset>
                </wp:positionV>
                <wp:extent cx="1463040" cy="1920240"/>
                <wp:effectExtent l="1905" t="0" r="1905" b="3810"/>
                <wp:wrapSquare wrapText="bothSides"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FB5" w:rsidRDefault="008B124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Research</w:t>
                            </w:r>
                          </w:p>
                          <w:p w:rsidR="00706FB5" w:rsidRDefault="008B1245"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Source 2</w:t>
                            </w: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left:0;text-align:left;margin-left:14.4pt;margin-top:396pt;width:115.2pt;height:15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" o:allowincell="f" filled="f" stroked="f">
                <v:textbox inset=".72pt,.72pt,.72pt,.72pt">
                  <w:txbxContent>
                    <w:p w:rsidR="00706FB5" w:rsidRDefault="008B124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Research</w:t>
                      </w:r>
                    </w:p>
                    <w:p w:rsidR="00706FB5" w:rsidRDefault="008B1245"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Source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2834640</wp:posOffset>
                </wp:positionV>
                <wp:extent cx="1463040" cy="2011680"/>
                <wp:effectExtent l="1905" t="0" r="1905" b="1905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01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FB5" w:rsidRDefault="008B124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Research</w:t>
                            </w:r>
                          </w:p>
                          <w:p w:rsidR="00706FB5" w:rsidRDefault="008B1245"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Source 1</w:t>
                            </w: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14.4pt;margin-top:223.2pt;width:115.2pt;height:158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" o:allowincell="f" filled="f" stroked="f">
                <v:textbox inset=".72pt,.72pt,.72pt,.72pt">
                  <w:txbxContent>
                    <w:p w:rsidR="00706FB5" w:rsidRDefault="008B124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Research</w:t>
                      </w:r>
                    </w:p>
                    <w:p w:rsidR="00706FB5" w:rsidRDefault="008B1245"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Source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5145405</wp:posOffset>
                </wp:positionH>
                <wp:positionV relativeFrom="paragraph">
                  <wp:posOffset>548640</wp:posOffset>
                </wp:positionV>
                <wp:extent cx="1463040" cy="2103120"/>
                <wp:effectExtent l="1905" t="0" r="1905" b="0"/>
                <wp:wrapSquare wrapText="bothSides"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10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FB5" w:rsidRDefault="008B124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Research</w:t>
                            </w:r>
                          </w:p>
                          <w:p w:rsidR="00706FB5" w:rsidRDefault="00F43B5F"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Group Member #3</w:t>
                            </w: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left:0;text-align:left;margin-left:405.15pt;margin-top:43.2pt;width:115.2pt;height:165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" o:allowincell="f" filled="f" stroked="f">
                <v:textbox inset=".72pt,.72pt,.72pt,.72pt">
                  <w:txbxContent>
                    <w:p w:rsidR="00706FB5" w:rsidRDefault="008B124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Research</w:t>
                      </w:r>
                    </w:p>
                    <w:p w:rsidR="00706FB5" w:rsidRDefault="00F43B5F"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Group Member #3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548640</wp:posOffset>
                </wp:positionV>
                <wp:extent cx="1463040" cy="2103120"/>
                <wp:effectExtent l="0" t="0" r="0" b="0"/>
                <wp:wrapSquare wrapText="bothSides"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10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FB5" w:rsidRDefault="008B124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Research</w:t>
                            </w:r>
                          </w:p>
                          <w:p w:rsidR="00706FB5" w:rsidRDefault="00F43B5F"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Group Member #2</w:t>
                            </w: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left:0;text-align:left;margin-left:273.6pt;margin-top:43.2pt;width:115.2pt;height:165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" o:allowincell="f" filled="f" stroked="f">
                <v:textbox inset=".72pt,.72pt,.72pt,.72pt">
                  <w:txbxContent>
                    <w:p w:rsidR="00706FB5" w:rsidRDefault="008B124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Research</w:t>
                      </w:r>
                    </w:p>
                    <w:p w:rsidR="00706FB5" w:rsidRDefault="00F43B5F"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Group Member #2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548640</wp:posOffset>
                </wp:positionV>
                <wp:extent cx="1463040" cy="2103120"/>
                <wp:effectExtent l="0" t="0" r="3810" b="0"/>
                <wp:wrapSquare wrapText="bothSides"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10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FB5" w:rsidRDefault="008B124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Research</w:t>
                            </w:r>
                          </w:p>
                          <w:p w:rsidR="00706FB5" w:rsidRDefault="00F43B5F"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Group Member #1</w:t>
                            </w: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left:0;text-align:left;margin-left:2in;margin-top:43.2pt;width:115.2pt;height:165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" o:allowincell="f" filled="f" stroked="f">
                <v:textbox inset=".72pt,.72pt,.72pt,.72pt">
                  <w:txbxContent>
                    <w:p w:rsidR="00706FB5" w:rsidRDefault="008B124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Research</w:t>
                      </w:r>
                    </w:p>
                    <w:p w:rsidR="00706FB5" w:rsidRDefault="00F43B5F"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Group Member #1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548640</wp:posOffset>
                </wp:positionV>
                <wp:extent cx="1463040" cy="2103120"/>
                <wp:effectExtent l="1905" t="0" r="1905" b="0"/>
                <wp:wrapSquare wrapText="bothSides"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10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FB5" w:rsidRDefault="00F43B5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Names of Group Members:</w:t>
                            </w:r>
                          </w:p>
                          <w:p w:rsidR="00706FB5" w:rsidRDefault="00706FB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06FB5" w:rsidRDefault="00706FB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F43B5F" w:rsidRDefault="00F43B5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Group Topic:</w:t>
                            </w:r>
                          </w:p>
                          <w:p w:rsidR="00F43B5F" w:rsidRDefault="00F43B5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(i.e. effects on people, effects on the environment, or effects on habitats)</w:t>
                            </w:r>
                          </w:p>
                          <w:p w:rsidR="00F43B5F" w:rsidRDefault="00F43B5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F43B5F" w:rsidRDefault="00F43B5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06FB5" w:rsidRDefault="008B1245"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14.4pt;margin-top:43.2pt;width:115.2pt;height:165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" o:allowincell="f" filled="f" stroked="f">
                <v:textbox inset=".72pt,.72pt,.72pt,.72pt">
                  <w:txbxContent>
                    <w:p w:rsidR="00706FB5" w:rsidRDefault="00F43B5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Names of Group Members:</w:t>
                      </w:r>
                    </w:p>
                    <w:p w:rsidR="00706FB5" w:rsidRDefault="00706FB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06FB5" w:rsidRDefault="00706FB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F43B5F" w:rsidRDefault="00F43B5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Group Topic:</w:t>
                      </w:r>
                    </w:p>
                    <w:p w:rsidR="00F43B5F" w:rsidRDefault="00F43B5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(i.e. effects on people, effects on the environment, or effects on habitats)</w:t>
                      </w:r>
                    </w:p>
                    <w:p w:rsidR="00F43B5F" w:rsidRDefault="00F43B5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F43B5F" w:rsidRDefault="00F43B5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06FB5" w:rsidRDefault="008B1245"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457200</wp:posOffset>
                </wp:positionV>
                <wp:extent cx="6675120" cy="8686800"/>
                <wp:effectExtent l="15240" t="9525" r="15240" b="9525"/>
                <wp:wrapSquare wrapText="bothSides"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5120" cy="8686800"/>
                          <a:chOff x="864" y="1440"/>
                          <a:chExt cx="10512" cy="13680"/>
                        </a:xfrm>
                      </wpg:grpSpPr>
                      <wps:wsp>
                        <wps:cNvPr id="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64" y="1440"/>
                            <a:ext cx="10512" cy="1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20"/>
                        <wps:cNvCnPr/>
                        <wps:spPr bwMode="auto">
                          <a:xfrm>
                            <a:off x="3456" y="1440"/>
                            <a:ext cx="0" cy="136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"/>
                        <wps:cNvCnPr/>
                        <wps:spPr bwMode="auto">
                          <a:xfrm>
                            <a:off x="6048" y="1440"/>
                            <a:ext cx="0" cy="136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8640" y="1440"/>
                            <a:ext cx="0" cy="136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3"/>
                        <wps:cNvCnPr/>
                        <wps:spPr bwMode="auto">
                          <a:xfrm>
                            <a:off x="864" y="5040"/>
                            <a:ext cx="1051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4"/>
                        <wps:cNvCnPr/>
                        <wps:spPr bwMode="auto">
                          <a:xfrm>
                            <a:off x="864" y="8496"/>
                            <a:ext cx="1051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5"/>
                        <wps:cNvCnPr/>
                        <wps:spPr bwMode="auto">
                          <a:xfrm>
                            <a:off x="864" y="11808"/>
                            <a:ext cx="1051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7.2pt;margin-top:36pt;width:525.6pt;height:684pt;z-index:251649536" coordorigin="864,1440" coordsize="10512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" o:allowincell="f">
                <v:rect id="Rectangle 19" o:spid="_x0000_s1027" style="position:absolute;left:864;top:1440;width:10512;height:13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7iMUA&#10;AADaAAAADwAAAGRycy9kb3ducmV2LnhtbESPT2sCMRTE7wW/Q3hCL0WzetjqapRWKC1YCv5B8fbY&#10;PLOLm5clSXX77U2h0OMwM79h5svONuJKPtSOFYyGGQji0umajYL97m0wAREissbGMSn4oQDLRe9h&#10;joV2N97QdRuNSBAOBSqoYmwLKUNZkcUwdC1x8s7OW4xJeiO1x1uC20aOsyyXFmtOCxW2tKqovGy/&#10;rYLXy2Hz9Wwma9/m08/3p9Mx78xRqcd+9zIDEamL/+G/9odWMIbfK+kG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ruIxQAAANoAAAAPAAAAAAAAAAAAAAAAAJgCAABkcnMv&#10;ZG93bnJldi54bWxQSwUGAAAAAAQABAD1AAAAigMAAAAA&#10;" strokeweight="1pt"/>
                <v:line id="Line 20" o:spid="_x0000_s1028" style="position:absolute;visibility:visible;mso-wrap-style:square" from="3456,1440" to="3456,15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/i8IAAADaAAAADwAAAGRycy9kb3ducmV2LnhtbESP3WoCMRSE7wu+QziCdzWrhV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o/i8IAAADaAAAADwAAAAAAAAAAAAAA&#10;AAChAgAAZHJzL2Rvd25yZXYueG1sUEsFBgAAAAAEAAQA+QAAAJADAAAAAA==&#10;" strokeweight="1pt"/>
                <v:line id="Line 21" o:spid="_x0000_s1029" style="position:absolute;visibility:visible;mso-wrap-style:square" from="6048,1440" to="6048,15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On/8IAAADaAAAADwAAAGRycy9kb3ducmV2LnhtbESP3WoCMRSE7wu+QziCdzWrlF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On/8IAAADaAAAADwAAAAAAAAAAAAAA&#10;AAChAgAAZHJzL2Rvd25yZXYueG1sUEsFBgAAAAAEAAQA+QAAAJADAAAAAA==&#10;" strokeweight="1pt"/>
                <v:line id="Line 22" o:spid="_x0000_s1030" style="position:absolute;visibility:visible;mso-wrap-style:square" from="8640,1440" to="8640,15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8CZMIAAADaAAAADwAAAGRycy9kb3ducmV2LnhtbESP3WoCMRSE7wu+QziCdzWr0F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8CZMIAAADaAAAADwAAAAAAAAAAAAAA&#10;AAChAgAAZHJzL2Rvd25yZXYueG1sUEsFBgAAAAAEAAQA+QAAAJADAAAAAA==&#10;" strokeweight="1pt"/>
                <v:line id="Line 23" o:spid="_x0000_s1031" style="position:absolute;visibility:visible;mso-wrap-style:square" from="864,5040" to="11376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2cE8IAAADaAAAADwAAAGRycy9kb3ducmV2LnhtbESPQWsCMRSE7wX/Q3gFb92sHsRujSJV&#10;QfEgVX/Ac/O6Wd28LEnUbX+9KRQ8DjPzDTOZdbYRN/KhdqxgkOUgiEuna64UHA+rtzGIEJE1No5J&#10;wQ8FmE17LxMstLvzF932sRIJwqFABSbGtpAylIYshsy1xMn7dt5iTNJXUnu8J7ht5DDPR9JizWnB&#10;YEufhsrL/moVbPxpexn8VkaeeOOXzW7xHuxZqf5rN/8AEamLz/B/e60VjODvSro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2cE8IAAADaAAAADwAAAAAAAAAAAAAA&#10;AAChAgAAZHJzL2Rvd25yZXYueG1sUEsFBgAAAAAEAAQA+QAAAJADAAAAAA==&#10;" strokeweight="1pt"/>
                <v:line id="Line 24" o:spid="_x0000_s1032" style="position:absolute;visibility:visible;mso-wrap-style:square" from="864,8496" to="11376,8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E5iMMAAADaAAAADwAAAGRycy9kb3ducmV2LnhtbESP3WoCMRSE7wu+QziCdzWrF21djSJq&#10;QelF8ecBjpvjZnVzsiRRtz69KRR6OczMN8xk1tpa3MiHyrGCQT8DQVw4XXGp4LD/fP0AESKyxtox&#10;KfihALNp52WCuXZ33tJtF0uRIBxyVGBibHIpQ2HIYui7hjh5J+ctxiR9KbXHe4LbWg6z7E1arDgt&#10;GGxoYai47K5WwcYfvy6DR2nkkTd+VX8vR8Gelep12/kYRKQ2/of/2mut4B1+r6QbIK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ROYjDAAAA2gAAAA8AAAAAAAAAAAAA&#10;AAAAoQIAAGRycy9kb3ducmV2LnhtbFBLBQYAAAAABAAEAPkAAACRAwAAAAA=&#10;" strokeweight="1pt"/>
                <v:line id="Line 25" o:spid="_x0000_s1033" style="position:absolute;visibility:visible;mso-wrap-style:square" from="864,11808" to="11376,11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6t+r8AAADaAAAADwAAAGRycy9kb3ducmV2LnhtbERPy4rCMBTdC/5DuII7TXUhYzXKMCoo&#10;sxh8fMC1udN0bG5KErX69ZOF4PJw3vNla2txIx8qxwpGwwwEceF0xaWC03Ez+AARIrLG2jEpeFCA&#10;5aLbmWOu3Z33dDvEUqQQDjkqMDE2uZShMGQxDF1DnLhf5y3GBH0ptcd7Cre1HGfZRFqsODUYbOjL&#10;UHE5XK2CnT9/X0bP0sgz7/y6/llNg/1Tqt9rP2cgIrXxLX65t1pB2pqupBsgF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M6t+r8AAADaAAAADwAAAAAAAAAAAAAAAACh&#10;AgAAZHJzL2Rvd25yZXYueG1sUEsFBgAAAAAEAAQA+QAAAI0DAAAAAA==&#10;" strokeweight="1pt"/>
                <w10:wrap type="square"/>
              </v:group>
            </w:pict>
          </mc:Fallback>
        </mc:AlternateContent>
      </w:r>
      <w:r w:rsidR="00F43B5F" w:rsidRPr="00F43B5F">
        <w:rPr>
          <w:rFonts w:ascii="Comic Sans MS" w:hAnsi="Comic Sans MS"/>
          <w:b/>
          <w:bCs/>
          <w:sz w:val="44"/>
          <w:szCs w:val="44"/>
        </w:rPr>
        <w:t>My Research Notes a</w:t>
      </w:r>
      <w:r w:rsidR="008B1245" w:rsidRPr="00F43B5F">
        <w:rPr>
          <w:rFonts w:ascii="Comic Sans MS" w:hAnsi="Comic Sans MS"/>
          <w:b/>
          <w:bCs/>
          <w:sz w:val="44"/>
          <w:szCs w:val="44"/>
        </w:rPr>
        <w:t>bout</w:t>
      </w:r>
      <w:r w:rsidR="00F43B5F" w:rsidRPr="00F43B5F">
        <w:rPr>
          <w:rFonts w:ascii="Comic Sans MS" w:hAnsi="Comic Sans MS"/>
          <w:b/>
          <w:bCs/>
          <w:sz w:val="44"/>
          <w:szCs w:val="44"/>
        </w:rPr>
        <w:t xml:space="preserve"> Global Warming</w:t>
      </w:r>
      <w:bookmarkStart w:id="0" w:name="_GoBack"/>
      <w:bookmarkEnd w:id="0"/>
    </w:p>
    <w:sectPr w:rsidR="00706FB5" w:rsidRPr="00F43B5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5F"/>
    <w:rsid w:val="00706FB5"/>
    <w:rsid w:val="008B1245"/>
    <w:rsid w:val="00BC2C41"/>
    <w:rsid w:val="00C04054"/>
    <w:rsid w:val="00F4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2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2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ne%20Camejo\AppData\Roaming\Microsoft\Templates\EdWorld_ResearchNotesCha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D9ED24B5C154DE28AA4095BB3EC6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1C650-FC9E-468F-8515-594A765A73B2}"/>
      </w:docPartPr>
      <w:docPartBody>
        <w:p w:rsidR="00000000" w:rsidRDefault="006D7E86">
          <w:pPr>
            <w:pStyle w:val="3D9ED24B5C154DE28AA4095BB3EC6D23"/>
          </w:pPr>
          <w:r w:rsidRPr="00BD7F6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D9ED24B5C154DE28AA4095BB3EC6D23">
    <w:name w:val="3D9ED24B5C154DE28AA4095BB3EC6D23"/>
  </w:style>
  <w:style w:type="paragraph" w:customStyle="1" w:styleId="63A8E40DC29A430C8CFB57920076D93D">
    <w:name w:val="63A8E40DC29A430C8CFB57920076D93D"/>
  </w:style>
  <w:style w:type="paragraph" w:customStyle="1" w:styleId="D0B6205235A0459F8C130689CE17C6D7">
    <w:name w:val="D0B6205235A0459F8C130689CE17C6D7"/>
  </w:style>
  <w:style w:type="paragraph" w:customStyle="1" w:styleId="169680B1DBD34E58805267F7DAB86EED">
    <w:name w:val="169680B1DBD34E58805267F7DAB86EED"/>
  </w:style>
  <w:style w:type="paragraph" w:customStyle="1" w:styleId="13A4AEF07E1D4CFD9CB29190DBB44996">
    <w:name w:val="13A4AEF07E1D4CFD9CB29190DBB44996"/>
  </w:style>
  <w:style w:type="paragraph" w:customStyle="1" w:styleId="0AD9C95C0A1941F6A8BDE1490756AA5B">
    <w:name w:val="0AD9C95C0A1941F6A8BDE1490756AA5B"/>
  </w:style>
  <w:style w:type="paragraph" w:customStyle="1" w:styleId="016B4ACCE840418EB87556C0DFAEC6D8">
    <w:name w:val="016B4ACCE840418EB87556C0DFAEC6D8"/>
  </w:style>
  <w:style w:type="paragraph" w:customStyle="1" w:styleId="F85427F411504F75AC5648F70A87DD33">
    <w:name w:val="F85427F411504F75AC5648F70A87DD33"/>
  </w:style>
  <w:style w:type="paragraph" w:customStyle="1" w:styleId="7285F13DD66043C39FB2679EBA817047">
    <w:name w:val="7285F13DD66043C39FB2679EBA8170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D9ED24B5C154DE28AA4095BB3EC6D23">
    <w:name w:val="3D9ED24B5C154DE28AA4095BB3EC6D23"/>
  </w:style>
  <w:style w:type="paragraph" w:customStyle="1" w:styleId="63A8E40DC29A430C8CFB57920076D93D">
    <w:name w:val="63A8E40DC29A430C8CFB57920076D93D"/>
  </w:style>
  <w:style w:type="paragraph" w:customStyle="1" w:styleId="D0B6205235A0459F8C130689CE17C6D7">
    <w:name w:val="D0B6205235A0459F8C130689CE17C6D7"/>
  </w:style>
  <w:style w:type="paragraph" w:customStyle="1" w:styleId="169680B1DBD34E58805267F7DAB86EED">
    <w:name w:val="169680B1DBD34E58805267F7DAB86EED"/>
  </w:style>
  <w:style w:type="paragraph" w:customStyle="1" w:styleId="13A4AEF07E1D4CFD9CB29190DBB44996">
    <w:name w:val="13A4AEF07E1D4CFD9CB29190DBB44996"/>
  </w:style>
  <w:style w:type="paragraph" w:customStyle="1" w:styleId="0AD9C95C0A1941F6A8BDE1490756AA5B">
    <w:name w:val="0AD9C95C0A1941F6A8BDE1490756AA5B"/>
  </w:style>
  <w:style w:type="paragraph" w:customStyle="1" w:styleId="016B4ACCE840418EB87556C0DFAEC6D8">
    <w:name w:val="016B4ACCE840418EB87556C0DFAEC6D8"/>
  </w:style>
  <w:style w:type="paragraph" w:customStyle="1" w:styleId="F85427F411504F75AC5648F70A87DD33">
    <w:name w:val="F85427F411504F75AC5648F70A87DD33"/>
  </w:style>
  <w:style w:type="paragraph" w:customStyle="1" w:styleId="7285F13DD66043C39FB2679EBA817047">
    <w:name w:val="7285F13DD66043C39FB2679EBA8170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A8E17F4-B4E3-4810-8548-9553AC790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EdWorld_ResearchNotesChart</Template>
  <TotalTime>7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Camejo</dc:creator>
  <cp:lastModifiedBy>Diane Camejo</cp:lastModifiedBy>
  <cp:revision>1</cp:revision>
  <dcterms:created xsi:type="dcterms:W3CDTF">2011-11-29T19:42:00Z</dcterms:created>
  <dcterms:modified xsi:type="dcterms:W3CDTF">2011-11-29T21:31:00Z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TC018878949991</vt:lpwstr>
  </property>
</Properties>
</file>